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28039-EB02-49C7-8363-BB246DF10F7A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